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147D5A88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933269">
        <w:rPr>
          <w:rFonts w:cs="Arial"/>
          <w:color w:val="000000"/>
          <w:sz w:val="22"/>
        </w:rPr>
        <w:t>0</w:t>
      </w:r>
      <w:r w:rsidR="00DB5A51">
        <w:rPr>
          <w:rFonts w:cs="Arial"/>
          <w:color w:val="000000"/>
          <w:sz w:val="22"/>
        </w:rPr>
        <w:t>9</w:t>
      </w:r>
      <w:r w:rsidR="00E0231B">
        <w:rPr>
          <w:rFonts w:cs="Arial"/>
          <w:color w:val="000000"/>
          <w:sz w:val="22"/>
        </w:rPr>
        <w:t>.0</w:t>
      </w:r>
      <w:r w:rsidR="00933269">
        <w:rPr>
          <w:rFonts w:cs="Arial"/>
          <w:color w:val="000000"/>
          <w:sz w:val="22"/>
        </w:rPr>
        <w:t>7</w:t>
      </w:r>
      <w:r w:rsidRPr="00316376">
        <w:rPr>
          <w:rFonts w:cs="Arial"/>
          <w:color w:val="000000"/>
          <w:sz w:val="22"/>
        </w:rPr>
        <w:t>.2025 nr JV-MAA-1/</w:t>
      </w:r>
      <w:r w:rsidR="00F55A60">
        <w:rPr>
          <w:rFonts w:cs="Arial"/>
          <w:color w:val="000000"/>
          <w:sz w:val="22"/>
        </w:rPr>
        <w:t>3139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3FD96C5C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933269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72341EB8" w:rsidR="000505BA" w:rsidRPr="000B2E35" w:rsidRDefault="0093326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966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Järve tn 4 elektriliitumine, Vetiku küla, Vinni vald, Lääne-Viru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3BA4822C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Raido Rebane</w:t>
            </w:r>
          </w:p>
          <w:p w14:paraId="293EFB39" w14:textId="721B5B64" w:rsidR="000505BA" w:rsidRPr="000B2E35" w:rsidRDefault="00DB5A5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39E55142" w:rsidR="000505BA" w:rsidRPr="000B2E35" w:rsidRDefault="00DB5A5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04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10723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79930209" w:rsidR="00C473E5" w:rsidRDefault="00DB5A51" w:rsidP="00C473E5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88 Rakvere-Rannapungerja</w:t>
            </w:r>
            <w:r w:rsidR="0030774F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15D54E4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DB5A51">
              <w:rPr>
                <w:rFonts w:ascii="Times New Roman" w:hAnsi="Times New Roman"/>
                <w:bCs/>
                <w:lang w:val="et-EE"/>
              </w:rPr>
              <w:t>90002:001:2880</w:t>
            </w:r>
          </w:p>
          <w:p w14:paraId="17B972FB" w14:textId="6A869A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B5A51">
              <w:rPr>
                <w:rFonts w:ascii="Times New Roman" w:hAnsi="Times New Roman"/>
                <w:bCs/>
                <w:lang w:val="et-EE"/>
              </w:rPr>
              <w:t>87827</w:t>
            </w:r>
            <w:r w:rsidR="00C12E9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407CC513" w14:textId="6EFF7BE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DB5A51">
              <w:rPr>
                <w:rFonts w:ascii="Times New Roman" w:hAnsi="Times New Roman"/>
                <w:bCs/>
                <w:lang w:val="et-EE"/>
              </w:rPr>
              <w:t>88 Rakvere-Rannapungerja tee, Vetiku küla, Vinni vald, Lääne-Viru maakond</w:t>
            </w:r>
          </w:p>
          <w:p w14:paraId="0DA14518" w14:textId="2CE9F861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B5A51">
              <w:rPr>
                <w:rFonts w:ascii="Times New Roman" w:hAnsi="Times New Roman"/>
                <w:bCs/>
                <w:lang w:val="et-EE"/>
              </w:rPr>
              <w:t>74371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3C8D4895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DB5A51">
              <w:rPr>
                <w:rFonts w:ascii="Times New Roman" w:hAnsi="Times New Roman"/>
                <w:bCs/>
                <w:lang w:val="et-EE"/>
              </w:rPr>
              <w:t>70276</w:t>
            </w:r>
          </w:p>
          <w:p w14:paraId="256AEE5B" w14:textId="49B10ED9" w:rsidR="0030774F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4643E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https://pari.kataster.ee/magic-link/b41619de-df6e-4555-8f12-1594ab3e8e3a</w:t>
              </w:r>
            </w:hyperlink>
          </w:p>
          <w:p w14:paraId="1CD7D4F6" w14:textId="77777777" w:rsidR="00C36E8C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B21D" w14:textId="77777777" w:rsidR="0026021E" w:rsidRDefault="0026021E">
      <w:r>
        <w:separator/>
      </w:r>
    </w:p>
  </w:endnote>
  <w:endnote w:type="continuationSeparator" w:id="0">
    <w:p w14:paraId="52530377" w14:textId="77777777" w:rsidR="0026021E" w:rsidRDefault="0026021E">
      <w:r>
        <w:continuationSeparator/>
      </w:r>
    </w:p>
  </w:endnote>
  <w:endnote w:type="continuationNotice" w:id="1">
    <w:p w14:paraId="2C87F2BB" w14:textId="77777777" w:rsidR="0026021E" w:rsidRDefault="00260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23084" w14:textId="77777777" w:rsidR="0026021E" w:rsidRDefault="0026021E">
      <w:r>
        <w:separator/>
      </w:r>
    </w:p>
  </w:footnote>
  <w:footnote w:type="continuationSeparator" w:id="0">
    <w:p w14:paraId="3EEC14CE" w14:textId="77777777" w:rsidR="0026021E" w:rsidRDefault="0026021E">
      <w:r>
        <w:continuationSeparator/>
      </w:r>
    </w:p>
  </w:footnote>
  <w:footnote w:type="continuationNotice" w:id="1">
    <w:p w14:paraId="16CE5B22" w14:textId="77777777" w:rsidR="0026021E" w:rsidRDefault="00260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2F7CB0"/>
    <w:rsid w:val="00300E09"/>
    <w:rsid w:val="003073D3"/>
    <w:rsid w:val="0030774F"/>
    <w:rsid w:val="003127FB"/>
    <w:rsid w:val="00316376"/>
    <w:rsid w:val="0033388C"/>
    <w:rsid w:val="00335CBC"/>
    <w:rsid w:val="00344245"/>
    <w:rsid w:val="003467AE"/>
    <w:rsid w:val="003551E2"/>
    <w:rsid w:val="00356E30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5B08"/>
    <w:rsid w:val="0059529B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54F94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303BE"/>
    <w:rsid w:val="00930BE5"/>
    <w:rsid w:val="00933269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E8C"/>
    <w:rsid w:val="00C473E5"/>
    <w:rsid w:val="00C526F5"/>
    <w:rsid w:val="00C53640"/>
    <w:rsid w:val="00C712AC"/>
    <w:rsid w:val="00C712E9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458D"/>
    <w:rsid w:val="00D7775D"/>
    <w:rsid w:val="00D77FE1"/>
    <w:rsid w:val="00D8006E"/>
    <w:rsid w:val="00D879EE"/>
    <w:rsid w:val="00D902BD"/>
    <w:rsid w:val="00DB14F4"/>
    <w:rsid w:val="00DB17D9"/>
    <w:rsid w:val="00DB5A51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55A60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b41619de-df6e-4555-8f12-1594ab3e8e3a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10</TotalTime>
  <Pages>2</Pages>
  <Words>167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4</cp:revision>
  <cp:lastPrinted>2025-04-15T10:05:00Z</cp:lastPrinted>
  <dcterms:created xsi:type="dcterms:W3CDTF">2025-07-09T07:16:00Z</dcterms:created>
  <dcterms:modified xsi:type="dcterms:W3CDTF">2025-07-09T07:24:00Z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